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875" w:rsidRPr="00D50268" w:rsidRDefault="00D50268" w:rsidP="00D50268">
      <w:pPr>
        <w:pStyle w:val="Title"/>
        <w:jc w:val="right"/>
        <w:rPr>
          <w:sz w:val="24"/>
          <w:lang w:val="bg-BG"/>
        </w:rPr>
      </w:pPr>
      <w:r w:rsidRPr="00D50268">
        <w:rPr>
          <w:bCs w:val="0"/>
          <w:sz w:val="24"/>
          <w:lang w:val="bg-BG" w:eastAsia="bg-BG"/>
        </w:rPr>
        <w:t>ОБРАЗЕЦ по т.I.2.8. към Офертата</w:t>
      </w: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7B7F1A" w:rsidRDefault="00753158" w:rsidP="00CD1996">
      <w:pPr>
        <w:spacing w:line="360" w:lineRule="auto"/>
        <w:jc w:val="center"/>
        <w:rPr>
          <w:rFonts w:ascii="Times New Roman" w:hAnsi="Times New Roman"/>
          <w:b/>
          <w:szCs w:val="22"/>
          <w:lang w:val="bg-BG"/>
        </w:rPr>
      </w:pPr>
      <w:r w:rsidRPr="0087443F">
        <w:rPr>
          <w:rFonts w:ascii="Times New Roman" w:hAnsi="Times New Roman"/>
          <w:b/>
          <w:szCs w:val="22"/>
          <w:lang w:val="bg-BG"/>
        </w:rPr>
        <w:t>з</w:t>
      </w:r>
      <w:r w:rsidR="008E52B0" w:rsidRPr="0087443F">
        <w:rPr>
          <w:rFonts w:ascii="Times New Roman" w:hAnsi="Times New Roman"/>
          <w:b/>
          <w:szCs w:val="22"/>
          <w:lang w:val="bg-BG"/>
        </w:rPr>
        <w:t xml:space="preserve">а обстоятелствата </w:t>
      </w:r>
      <w:r w:rsidR="00F45982" w:rsidRPr="0087443F">
        <w:rPr>
          <w:rFonts w:ascii="Times New Roman" w:hAnsi="Times New Roman"/>
          <w:b/>
          <w:szCs w:val="22"/>
          <w:lang w:val="bg-BG"/>
        </w:rPr>
        <w:t xml:space="preserve">по чл. </w:t>
      </w:r>
      <w:r w:rsidR="008E52B0" w:rsidRPr="0087443F">
        <w:rPr>
          <w:rFonts w:ascii="Times New Roman" w:hAnsi="Times New Roman"/>
          <w:b/>
          <w:szCs w:val="22"/>
          <w:lang w:val="bg-BG"/>
        </w:rPr>
        <w:t>39, ал. 3</w:t>
      </w:r>
      <w:r w:rsidR="00662D37" w:rsidRPr="0087443F">
        <w:rPr>
          <w:rFonts w:ascii="Times New Roman" w:hAnsi="Times New Roman"/>
          <w:b/>
          <w:szCs w:val="22"/>
          <w:lang w:val="bg-BG"/>
        </w:rPr>
        <w:t>,</w:t>
      </w:r>
      <w:r w:rsidR="00F45982" w:rsidRPr="0087443F">
        <w:rPr>
          <w:rFonts w:ascii="Times New Roman" w:hAnsi="Times New Roman"/>
          <w:b/>
          <w:szCs w:val="22"/>
          <w:lang w:val="bg-BG"/>
        </w:rPr>
        <w:t xml:space="preserve"> т.</w:t>
      </w:r>
      <w:r w:rsidR="008E52B0" w:rsidRPr="0087443F">
        <w:rPr>
          <w:rFonts w:ascii="Times New Roman" w:hAnsi="Times New Roman"/>
          <w:b/>
          <w:szCs w:val="22"/>
          <w:lang w:val="bg-BG"/>
        </w:rPr>
        <w:t xml:space="preserve"> 1, б. в)</w:t>
      </w:r>
      <w:r w:rsidR="00380DF3" w:rsidRPr="0087443F">
        <w:rPr>
          <w:rFonts w:ascii="Times New Roman" w:hAnsi="Times New Roman"/>
          <w:b/>
          <w:szCs w:val="22"/>
          <w:lang w:val="bg-BG"/>
        </w:rPr>
        <w:t xml:space="preserve"> и</w:t>
      </w:r>
      <w:r w:rsidR="008E52B0" w:rsidRPr="0087443F">
        <w:rPr>
          <w:rFonts w:ascii="Times New Roman" w:hAnsi="Times New Roman"/>
          <w:b/>
          <w:szCs w:val="22"/>
          <w:lang w:val="bg-BG"/>
        </w:rPr>
        <w:t xml:space="preserve"> г)</w:t>
      </w:r>
      <w:r w:rsidR="005F3CFA" w:rsidRPr="0087443F">
        <w:rPr>
          <w:rFonts w:ascii="Times New Roman" w:hAnsi="Times New Roman"/>
          <w:b/>
          <w:szCs w:val="22"/>
          <w:lang w:val="bg-BG"/>
        </w:rPr>
        <w:t xml:space="preserve"> </w:t>
      </w:r>
      <w:r w:rsidR="00D02EEE" w:rsidRPr="0087443F">
        <w:rPr>
          <w:rFonts w:ascii="Times New Roman" w:hAnsi="Times New Roman"/>
          <w:b/>
          <w:szCs w:val="22"/>
          <w:lang w:val="bg-BG"/>
        </w:rPr>
        <w:t xml:space="preserve">от </w:t>
      </w:r>
      <w:r w:rsidR="007B7F1A" w:rsidRPr="0087443F">
        <w:rPr>
          <w:rFonts w:ascii="Times New Roman" w:hAnsi="Times New Roman"/>
          <w:b/>
          <w:szCs w:val="22"/>
          <w:lang w:val="bg-BG"/>
        </w:rPr>
        <w:t>Правилника за прилагане на</w:t>
      </w:r>
      <w:r w:rsidR="007B7F1A">
        <w:rPr>
          <w:rFonts w:ascii="Times New Roman" w:hAnsi="Times New Roman"/>
          <w:b/>
          <w:szCs w:val="22"/>
          <w:lang w:val="bg-BG"/>
        </w:rPr>
        <w:t xml:space="preserve"> закона за обществените поръчки </w:t>
      </w:r>
      <w:r w:rsidR="007B7F1A">
        <w:rPr>
          <w:rFonts w:ascii="Times New Roman" w:hAnsi="Times New Roman"/>
          <w:b/>
          <w:szCs w:val="22"/>
          <w:lang w:val="en-US"/>
        </w:rPr>
        <w:t>(</w:t>
      </w:r>
      <w:r w:rsidR="007B7F1A">
        <w:rPr>
          <w:rFonts w:ascii="Times New Roman" w:hAnsi="Times New Roman"/>
          <w:b/>
          <w:szCs w:val="22"/>
          <w:lang w:val="bg-BG"/>
        </w:rPr>
        <w:t>ППЗОП</w:t>
      </w:r>
      <w:r w:rsidR="007B7F1A">
        <w:rPr>
          <w:rFonts w:ascii="Times New Roman" w:hAnsi="Times New Roman"/>
          <w:b/>
          <w:szCs w:val="22"/>
          <w:lang w:val="en-US"/>
        </w:rPr>
        <w:t>)</w:t>
      </w:r>
    </w:p>
    <w:p w:rsidR="00CD1996" w:rsidRPr="00151A4E" w:rsidRDefault="00CD1996" w:rsidP="00CD1996">
      <w:pPr>
        <w:spacing w:line="360" w:lineRule="auto"/>
        <w:jc w:val="center"/>
        <w:rPr>
          <w:rFonts w:ascii="Times New Roman" w:hAnsi="Times New Roman"/>
          <w:szCs w:val="22"/>
          <w:lang w:val="bg-BG"/>
        </w:rPr>
      </w:pPr>
      <w:r w:rsidRPr="00151A4E">
        <w:rPr>
          <w:rFonts w:ascii="Times New Roman" w:hAnsi="Times New Roman"/>
          <w:szCs w:val="22"/>
          <w:lang w:val="bg-BG"/>
        </w:rPr>
        <w:t xml:space="preserve">от </w:t>
      </w:r>
      <w:r w:rsidR="006E42EB">
        <w:rPr>
          <w:rFonts w:ascii="Times New Roman" w:hAnsi="Times New Roman"/>
          <w:szCs w:val="22"/>
          <w:lang w:val="bg-BG"/>
        </w:rPr>
        <w:t xml:space="preserve">Участник </w:t>
      </w:r>
      <w:r w:rsidRPr="00151A4E">
        <w:rPr>
          <w:rFonts w:ascii="Times New Roman" w:hAnsi="Times New Roman"/>
          <w:szCs w:val="22"/>
          <w:lang w:val="bg-BG"/>
        </w:rPr>
        <w:t>в процедура с предмет:</w:t>
      </w:r>
    </w:p>
    <w:p w:rsidR="00CD1996" w:rsidRPr="00DE56B3" w:rsidRDefault="0009351F" w:rsidP="00CD1996">
      <w:pPr>
        <w:tabs>
          <w:tab w:val="left" w:pos="0"/>
        </w:tabs>
        <w:spacing w:line="360" w:lineRule="auto"/>
        <w:jc w:val="center"/>
        <w:rPr>
          <w:rFonts w:ascii="Times New Roman" w:hAnsi="Times New Roman"/>
          <w:lang w:val="bg-BG"/>
        </w:rPr>
      </w:pPr>
      <w:r w:rsidRPr="00DE56B3">
        <w:rPr>
          <w:rFonts w:ascii="Times New Roman" w:hAnsi="Times New Roman"/>
          <w:b/>
          <w:bCs/>
          <w:lang w:val="bg-BG"/>
        </w:rPr>
        <w:t>“</w:t>
      </w:r>
      <w:r w:rsidR="001469CF" w:rsidRPr="00DE56B3">
        <w:rPr>
          <w:rFonts w:ascii="Times New Roman" w:hAnsi="Times New Roman"/>
          <w:b/>
          <w:lang w:val="bg-BG"/>
        </w:rPr>
        <w:t>Повишаване на надеждността на система постоянен ток в ОРУ. Подмяна на акумулаторни батерии</w:t>
      </w:r>
      <w:r w:rsidRPr="00DE56B3">
        <w:rPr>
          <w:rFonts w:ascii="Times New Roman" w:hAnsi="Times New Roman"/>
          <w:b/>
          <w:bCs/>
          <w:lang w:val="bg-BG"/>
        </w:rPr>
        <w:t>”</w:t>
      </w:r>
    </w:p>
    <w:p w:rsidR="00CD1996" w:rsidRPr="00DE56B3"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w:t>
      </w:r>
      <w:r w:rsidR="001469CF">
        <w:rPr>
          <w:rFonts w:ascii="Times New Roman" w:hAnsi="Times New Roman"/>
          <w:szCs w:val="22"/>
          <w:u w:val="single"/>
          <w:lang w:val="ru-RU"/>
        </w:rPr>
        <w:t>______</w:t>
      </w:r>
      <w:r w:rsidR="000C5ACE" w:rsidRPr="008A2ABC">
        <w:rPr>
          <w:rFonts w:ascii="Times New Roman" w:hAnsi="Times New Roman"/>
          <w:szCs w:val="22"/>
          <w:u w:val="single"/>
          <w:lang w:val="ru-RU"/>
        </w:rPr>
        <w:t>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5F3CFA" w:rsidRDefault="005F3CFA" w:rsidP="005F3CFA">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64318A">
        <w:rPr>
          <w:rFonts w:ascii="Times New Roman" w:hAnsi="Times New Roman"/>
          <w:snapToGrid w:val="0"/>
          <w:lang w:val="bg-BG"/>
        </w:rPr>
        <w:t xml:space="preserve">Запознат съм с всички условия на настоящата обществена поръчка и приемам </w:t>
      </w:r>
      <w:r w:rsidRPr="0064318A">
        <w:rPr>
          <w:rFonts w:ascii="Times New Roman" w:hAnsi="Times New Roman"/>
          <w:szCs w:val="22"/>
          <w:lang w:val="bg-BG"/>
        </w:rPr>
        <w:t>условията в специфичните и общите условия</w:t>
      </w:r>
      <w:r w:rsidRPr="0064318A">
        <w:rPr>
          <w:rFonts w:ascii="Times New Roman" w:hAnsi="Times New Roman"/>
          <w:snapToGrid w:val="0"/>
          <w:lang w:val="bg-BG"/>
        </w:rPr>
        <w:t xml:space="preserve"> на проекта на договор, включен в документацията за участие.</w:t>
      </w:r>
    </w:p>
    <w:p w:rsidR="000D0AB3" w:rsidRPr="0011441C" w:rsidRDefault="000D0AB3" w:rsidP="000D0AB3">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11441C">
        <w:rPr>
          <w:rFonts w:ascii="Times New Roman" w:hAnsi="Times New Roman"/>
          <w:snapToGrid w:val="0"/>
          <w:lang w:val="bg-BG"/>
        </w:rPr>
        <w:t>Предлагаме/не предлагаме изменения в проекта на договор.</w:t>
      </w:r>
    </w:p>
    <w:p w:rsidR="000D0AB3" w:rsidRPr="0064318A" w:rsidRDefault="000D0AB3" w:rsidP="000D0AB3">
      <w:pPr>
        <w:tabs>
          <w:tab w:val="left" w:pos="567"/>
        </w:tabs>
        <w:spacing w:line="360" w:lineRule="auto"/>
        <w:jc w:val="both"/>
        <w:rPr>
          <w:rFonts w:ascii="Times New Roman" w:hAnsi="Times New Roman"/>
          <w:snapToGrid w:val="0"/>
          <w:lang w:val="bg-BG"/>
        </w:rPr>
      </w:pPr>
      <w:r>
        <w:rPr>
          <w:rFonts w:ascii="Times New Roman" w:hAnsi="Times New Roman"/>
          <w:snapToGrid w:val="0"/>
          <w:lang w:val="bg-BG"/>
        </w:rPr>
        <w:tab/>
      </w:r>
      <w:r>
        <w:rPr>
          <w:rFonts w:ascii="Times New Roman" w:hAnsi="Times New Roman"/>
          <w:snapToGrid w:val="0"/>
          <w:lang w:val="bg-BG"/>
        </w:rPr>
        <w:tab/>
      </w:r>
      <w:r>
        <w:rPr>
          <w:rFonts w:ascii="Times New Roman" w:hAnsi="Times New Roman"/>
          <w:snapToGrid w:val="0"/>
          <w:lang w:val="bg-BG"/>
        </w:rPr>
        <w:tab/>
      </w:r>
      <w:r w:rsidRPr="0011441C">
        <w:rPr>
          <w:rFonts w:ascii="Times New Roman" w:hAnsi="Times New Roman"/>
          <w:snapToGrid w:val="0"/>
          <w:lang w:val="bg-BG"/>
        </w:rPr>
        <w:tab/>
        <w:t>/</w:t>
      </w:r>
      <w:r w:rsidRPr="0011441C">
        <w:rPr>
          <w:rFonts w:ascii="Times New Roman" w:hAnsi="Times New Roman"/>
          <w:i/>
          <w:snapToGrid w:val="0"/>
          <w:lang w:val="bg-BG"/>
        </w:rPr>
        <w:t>правилното се подчертава</w:t>
      </w:r>
      <w:r w:rsidRPr="0011441C">
        <w:rPr>
          <w:rFonts w:ascii="Times New Roman" w:hAnsi="Times New Roman"/>
          <w:snapToGrid w:val="0"/>
          <w:lang w:val="bg-BG"/>
        </w:rPr>
        <w:t>/</w:t>
      </w:r>
    </w:p>
    <w:p w:rsidR="005F3CFA" w:rsidRPr="0064318A" w:rsidRDefault="005F3CFA" w:rsidP="005F3CFA">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64318A">
        <w:rPr>
          <w:rFonts w:ascii="Times New Roman" w:hAnsi="Times New Roman"/>
          <w:szCs w:val="22"/>
          <w:lang w:val="bg-BG"/>
        </w:rPr>
        <w:t>Срокът на валидност на оферта</w:t>
      </w:r>
      <w:r w:rsidR="00967EF8">
        <w:rPr>
          <w:rFonts w:ascii="Times New Roman" w:hAnsi="Times New Roman"/>
          <w:szCs w:val="22"/>
          <w:lang w:val="bg-BG"/>
        </w:rPr>
        <w:t>та за участие в процедурата е</w:t>
      </w:r>
      <w:r w:rsidR="004570F6">
        <w:rPr>
          <w:rFonts w:ascii="Times New Roman" w:hAnsi="Times New Roman"/>
          <w:szCs w:val="22"/>
          <w:lang w:val="bg-BG"/>
        </w:rPr>
        <w:t xml:space="preserve"> </w:t>
      </w:r>
      <w:r w:rsidR="00F77B1B">
        <w:rPr>
          <w:rFonts w:ascii="Times New Roman" w:hAnsi="Times New Roman"/>
          <w:szCs w:val="22"/>
          <w:lang w:val="bg-BG"/>
        </w:rPr>
        <w:t>6 (шест) месеца</w:t>
      </w:r>
      <w:r w:rsidRPr="0064318A">
        <w:rPr>
          <w:rFonts w:ascii="Times New Roman" w:hAnsi="Times New Roman"/>
          <w:szCs w:val="22"/>
          <w:lang w:val="bg-BG"/>
        </w:rPr>
        <w:t>, считано от крайния срок за получаване на оферти.</w:t>
      </w:r>
    </w:p>
    <w:p w:rsidR="00721424" w:rsidRDefault="00721424" w:rsidP="00357476">
      <w:pPr>
        <w:spacing w:line="360" w:lineRule="auto"/>
        <w:jc w:val="both"/>
        <w:rPr>
          <w:rFonts w:ascii="Times New Roman" w:hAnsi="Times New Roman"/>
          <w:szCs w:val="22"/>
          <w:lang w:val="bg-BG"/>
        </w:rPr>
      </w:pPr>
    </w:p>
    <w:p w:rsidR="00517666" w:rsidRDefault="00517666" w:rsidP="00357476">
      <w:pPr>
        <w:spacing w:line="360" w:lineRule="auto"/>
        <w:jc w:val="both"/>
        <w:rPr>
          <w:rFonts w:ascii="Times New Roman" w:hAnsi="Times New Roman"/>
          <w:szCs w:val="22"/>
          <w:lang w:val="bg-BG"/>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w:t>
      </w:r>
      <w:r w:rsidR="000D0AB3" w:rsidRPr="00DE7B1B">
        <w:rPr>
          <w:rFonts w:ascii="Times New Roman" w:hAnsi="Times New Roman"/>
          <w:lang w:val="bg-BG"/>
        </w:rPr>
        <w:t>Декларацията се подава в оригинал, от лице с представителни функции, съгласно чл. 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114A"/>
    <w:rsid w:val="000227FC"/>
    <w:rsid w:val="00025EBA"/>
    <w:rsid w:val="00040CE4"/>
    <w:rsid w:val="00041C73"/>
    <w:rsid w:val="00044B1E"/>
    <w:rsid w:val="00061F01"/>
    <w:rsid w:val="00063E7D"/>
    <w:rsid w:val="00065CD0"/>
    <w:rsid w:val="0007186D"/>
    <w:rsid w:val="00077481"/>
    <w:rsid w:val="000804CA"/>
    <w:rsid w:val="00080CD2"/>
    <w:rsid w:val="0009351F"/>
    <w:rsid w:val="0009385A"/>
    <w:rsid w:val="00094819"/>
    <w:rsid w:val="000A1694"/>
    <w:rsid w:val="000C4A40"/>
    <w:rsid w:val="000C5ACE"/>
    <w:rsid w:val="000C715E"/>
    <w:rsid w:val="000D0AB3"/>
    <w:rsid w:val="000E026A"/>
    <w:rsid w:val="000E4B88"/>
    <w:rsid w:val="000E54DC"/>
    <w:rsid w:val="000F4C0A"/>
    <w:rsid w:val="00122A77"/>
    <w:rsid w:val="001413E5"/>
    <w:rsid w:val="00142257"/>
    <w:rsid w:val="001469CF"/>
    <w:rsid w:val="00151A4E"/>
    <w:rsid w:val="00156424"/>
    <w:rsid w:val="00157F73"/>
    <w:rsid w:val="00165008"/>
    <w:rsid w:val="00183ECA"/>
    <w:rsid w:val="00185976"/>
    <w:rsid w:val="001A2581"/>
    <w:rsid w:val="001A7E2F"/>
    <w:rsid w:val="001B2B7A"/>
    <w:rsid w:val="001D331E"/>
    <w:rsid w:val="001E29B2"/>
    <w:rsid w:val="001E7247"/>
    <w:rsid w:val="001E73FD"/>
    <w:rsid w:val="001F0CC8"/>
    <w:rsid w:val="001F28D7"/>
    <w:rsid w:val="001F642E"/>
    <w:rsid w:val="00206108"/>
    <w:rsid w:val="002220DC"/>
    <w:rsid w:val="00226D0D"/>
    <w:rsid w:val="00251545"/>
    <w:rsid w:val="00255984"/>
    <w:rsid w:val="00260D9E"/>
    <w:rsid w:val="00262949"/>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0DF3"/>
    <w:rsid w:val="00382729"/>
    <w:rsid w:val="0038435D"/>
    <w:rsid w:val="003918C0"/>
    <w:rsid w:val="00397B1F"/>
    <w:rsid w:val="003B2902"/>
    <w:rsid w:val="003E2874"/>
    <w:rsid w:val="004008F5"/>
    <w:rsid w:val="004211B9"/>
    <w:rsid w:val="0042185F"/>
    <w:rsid w:val="0043009F"/>
    <w:rsid w:val="00433CD5"/>
    <w:rsid w:val="004345E6"/>
    <w:rsid w:val="00442B1E"/>
    <w:rsid w:val="00443C1D"/>
    <w:rsid w:val="004513E4"/>
    <w:rsid w:val="0045163C"/>
    <w:rsid w:val="00451C7E"/>
    <w:rsid w:val="00455B98"/>
    <w:rsid w:val="004570F6"/>
    <w:rsid w:val="00464C80"/>
    <w:rsid w:val="00483698"/>
    <w:rsid w:val="0048442B"/>
    <w:rsid w:val="00487C92"/>
    <w:rsid w:val="004A6B67"/>
    <w:rsid w:val="004B2366"/>
    <w:rsid w:val="004E065D"/>
    <w:rsid w:val="004E6D5B"/>
    <w:rsid w:val="00500178"/>
    <w:rsid w:val="00503F8F"/>
    <w:rsid w:val="00512828"/>
    <w:rsid w:val="00517666"/>
    <w:rsid w:val="00524911"/>
    <w:rsid w:val="0053264A"/>
    <w:rsid w:val="00532D1C"/>
    <w:rsid w:val="00533BED"/>
    <w:rsid w:val="00537F04"/>
    <w:rsid w:val="00537F35"/>
    <w:rsid w:val="00545C78"/>
    <w:rsid w:val="0055772A"/>
    <w:rsid w:val="00557DF7"/>
    <w:rsid w:val="00571D73"/>
    <w:rsid w:val="005768D7"/>
    <w:rsid w:val="00587ECE"/>
    <w:rsid w:val="00597F1C"/>
    <w:rsid w:val="00597FB5"/>
    <w:rsid w:val="005A0A6C"/>
    <w:rsid w:val="005A45F5"/>
    <w:rsid w:val="005A519C"/>
    <w:rsid w:val="005A75A7"/>
    <w:rsid w:val="005B08F0"/>
    <w:rsid w:val="005B1F86"/>
    <w:rsid w:val="005E7209"/>
    <w:rsid w:val="005F0550"/>
    <w:rsid w:val="005F3CFA"/>
    <w:rsid w:val="0061588F"/>
    <w:rsid w:val="00622356"/>
    <w:rsid w:val="00624F0D"/>
    <w:rsid w:val="00642416"/>
    <w:rsid w:val="00642FFC"/>
    <w:rsid w:val="00654063"/>
    <w:rsid w:val="006540B7"/>
    <w:rsid w:val="00655636"/>
    <w:rsid w:val="006578F1"/>
    <w:rsid w:val="0066179A"/>
    <w:rsid w:val="00662D37"/>
    <w:rsid w:val="0069381E"/>
    <w:rsid w:val="006A00AF"/>
    <w:rsid w:val="006B4390"/>
    <w:rsid w:val="006B6E03"/>
    <w:rsid w:val="006C41C8"/>
    <w:rsid w:val="006E42EB"/>
    <w:rsid w:val="00704198"/>
    <w:rsid w:val="00705D66"/>
    <w:rsid w:val="007150AA"/>
    <w:rsid w:val="00720A94"/>
    <w:rsid w:val="00721424"/>
    <w:rsid w:val="00727F5F"/>
    <w:rsid w:val="00753158"/>
    <w:rsid w:val="00762855"/>
    <w:rsid w:val="007827C7"/>
    <w:rsid w:val="00787806"/>
    <w:rsid w:val="00793020"/>
    <w:rsid w:val="00797933"/>
    <w:rsid w:val="00797C1D"/>
    <w:rsid w:val="007B1128"/>
    <w:rsid w:val="007B7F1A"/>
    <w:rsid w:val="007D7C76"/>
    <w:rsid w:val="007E2867"/>
    <w:rsid w:val="007E6B52"/>
    <w:rsid w:val="00807B85"/>
    <w:rsid w:val="008125B4"/>
    <w:rsid w:val="0081734A"/>
    <w:rsid w:val="0082063C"/>
    <w:rsid w:val="00821E7C"/>
    <w:rsid w:val="008223D7"/>
    <w:rsid w:val="00824918"/>
    <w:rsid w:val="0082753C"/>
    <w:rsid w:val="008408ED"/>
    <w:rsid w:val="00851761"/>
    <w:rsid w:val="0087443F"/>
    <w:rsid w:val="00892DEB"/>
    <w:rsid w:val="00893EF2"/>
    <w:rsid w:val="008A2301"/>
    <w:rsid w:val="008A2ABC"/>
    <w:rsid w:val="008A2CAD"/>
    <w:rsid w:val="008A3385"/>
    <w:rsid w:val="008A533F"/>
    <w:rsid w:val="008B3847"/>
    <w:rsid w:val="008D614C"/>
    <w:rsid w:val="008E52B0"/>
    <w:rsid w:val="008E5BA3"/>
    <w:rsid w:val="00912250"/>
    <w:rsid w:val="009157FE"/>
    <w:rsid w:val="00930D4F"/>
    <w:rsid w:val="00937A14"/>
    <w:rsid w:val="009615B7"/>
    <w:rsid w:val="00967EF8"/>
    <w:rsid w:val="00974E15"/>
    <w:rsid w:val="00992E04"/>
    <w:rsid w:val="009A2601"/>
    <w:rsid w:val="009B57D4"/>
    <w:rsid w:val="009D3AC1"/>
    <w:rsid w:val="009F1049"/>
    <w:rsid w:val="009F12C2"/>
    <w:rsid w:val="009F67E0"/>
    <w:rsid w:val="009F78B9"/>
    <w:rsid w:val="00A01180"/>
    <w:rsid w:val="00A02917"/>
    <w:rsid w:val="00A10D2B"/>
    <w:rsid w:val="00A43B1F"/>
    <w:rsid w:val="00A45894"/>
    <w:rsid w:val="00A4684A"/>
    <w:rsid w:val="00A47F51"/>
    <w:rsid w:val="00A77857"/>
    <w:rsid w:val="00A841D3"/>
    <w:rsid w:val="00AB5710"/>
    <w:rsid w:val="00AC416C"/>
    <w:rsid w:val="00AC528C"/>
    <w:rsid w:val="00AD12DD"/>
    <w:rsid w:val="00AD4DBC"/>
    <w:rsid w:val="00AD644C"/>
    <w:rsid w:val="00AF3C45"/>
    <w:rsid w:val="00B20A9C"/>
    <w:rsid w:val="00B55018"/>
    <w:rsid w:val="00B67FDD"/>
    <w:rsid w:val="00B77391"/>
    <w:rsid w:val="00BA1827"/>
    <w:rsid w:val="00BA6027"/>
    <w:rsid w:val="00BB1E99"/>
    <w:rsid w:val="00BD7D4C"/>
    <w:rsid w:val="00BE3F0D"/>
    <w:rsid w:val="00BE7C40"/>
    <w:rsid w:val="00BF5261"/>
    <w:rsid w:val="00C12228"/>
    <w:rsid w:val="00C36DE8"/>
    <w:rsid w:val="00C451A3"/>
    <w:rsid w:val="00C5699C"/>
    <w:rsid w:val="00C6515D"/>
    <w:rsid w:val="00C675AC"/>
    <w:rsid w:val="00C74CDD"/>
    <w:rsid w:val="00CA0E31"/>
    <w:rsid w:val="00CA233C"/>
    <w:rsid w:val="00CC07A5"/>
    <w:rsid w:val="00CD03F6"/>
    <w:rsid w:val="00CD1996"/>
    <w:rsid w:val="00CD3E2C"/>
    <w:rsid w:val="00CD5D93"/>
    <w:rsid w:val="00CE218E"/>
    <w:rsid w:val="00CF214A"/>
    <w:rsid w:val="00CF231D"/>
    <w:rsid w:val="00CF5888"/>
    <w:rsid w:val="00CF7897"/>
    <w:rsid w:val="00D02EEE"/>
    <w:rsid w:val="00D04F85"/>
    <w:rsid w:val="00D06162"/>
    <w:rsid w:val="00D435B8"/>
    <w:rsid w:val="00D50268"/>
    <w:rsid w:val="00D51B26"/>
    <w:rsid w:val="00D53814"/>
    <w:rsid w:val="00D94A25"/>
    <w:rsid w:val="00DA4E06"/>
    <w:rsid w:val="00DB0BCA"/>
    <w:rsid w:val="00DC0D4F"/>
    <w:rsid w:val="00DC2DD8"/>
    <w:rsid w:val="00DC7DC3"/>
    <w:rsid w:val="00DD01AD"/>
    <w:rsid w:val="00DD4A22"/>
    <w:rsid w:val="00DE56B3"/>
    <w:rsid w:val="00DF4011"/>
    <w:rsid w:val="00DF599C"/>
    <w:rsid w:val="00E069A0"/>
    <w:rsid w:val="00E16230"/>
    <w:rsid w:val="00E2642D"/>
    <w:rsid w:val="00E3723B"/>
    <w:rsid w:val="00E401E3"/>
    <w:rsid w:val="00E415AA"/>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0096"/>
    <w:rsid w:val="00F53BE9"/>
    <w:rsid w:val="00F57871"/>
    <w:rsid w:val="00F65C5E"/>
    <w:rsid w:val="00F66B09"/>
    <w:rsid w:val="00F67942"/>
    <w:rsid w:val="00F73778"/>
    <w:rsid w:val="00F77B1B"/>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183</Words>
  <Characters>1049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pahaidutov</cp:lastModifiedBy>
  <cp:revision>23</cp:revision>
  <cp:lastPrinted>2018-01-22T08:16:00Z</cp:lastPrinted>
  <dcterms:created xsi:type="dcterms:W3CDTF">2017-03-02T10:23:00Z</dcterms:created>
  <dcterms:modified xsi:type="dcterms:W3CDTF">2018-10-09T07:51:00Z</dcterms:modified>
</cp:coreProperties>
</file>